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A616A9" w14:textId="77777777" w:rsidR="00C84113" w:rsidRPr="00C7734A" w:rsidRDefault="00C84113" w:rsidP="00C84113">
      <w:pPr>
        <w:pStyle w:val="berschrift1"/>
      </w:pPr>
      <w:r w:rsidRPr="00C7734A">
        <w:t>Protokolle</w:t>
      </w:r>
    </w:p>
    <w:p w14:paraId="50C03FB0" w14:textId="08344366" w:rsidR="00C84113" w:rsidRDefault="00C84113" w:rsidP="00C84113">
      <w:r>
        <w:t xml:space="preserve">Es gibt einige Gemeinsamkeiten zwischen den Regeln, die </w:t>
      </w:r>
      <w:r>
        <w:t>Sie</w:t>
      </w:r>
      <w:r>
        <w:t xml:space="preserve"> festlegen musste</w:t>
      </w:r>
      <w:r>
        <w:t>n</w:t>
      </w:r>
      <w:r>
        <w:t>, damit die Objekte in der Simulation eines vernetzen Systems in S</w:t>
      </w:r>
      <w:r>
        <w:t>nap</w:t>
      </w:r>
      <w:r w:rsidRPr="00C84113">
        <w:rPr>
          <w:i/>
          <w:iCs/>
        </w:rPr>
        <w:t>!</w:t>
      </w:r>
      <w:r>
        <w:t xml:space="preserve"> zusammenarbeiten können und den Absprachen, die die Kommunikation der Rechner im Internet regeln. Die Gesamtheit der Regeln für die Kommunikation der Rechner in einem Netzwerk bezeichnet man als </w:t>
      </w:r>
      <w:r w:rsidRPr="00C84113">
        <w:rPr>
          <w:b/>
          <w:bCs/>
          <w:color w:val="4E6B9E"/>
        </w:rPr>
        <w:t>Protokoll</w:t>
      </w:r>
      <w:r>
        <w:t>.</w:t>
      </w:r>
    </w:p>
    <w:p w14:paraId="7A582B29" w14:textId="5989C01B" w:rsidR="00C84113" w:rsidRDefault="00C84113" w:rsidP="00C84113">
      <w:r>
        <w:rPr>
          <w:b/>
          <w:bCs/>
          <w:noProof/>
        </w:rPr>
        <w:drawing>
          <wp:anchor distT="0" distB="0" distL="114300" distR="114300" simplePos="0" relativeHeight="251659264" behindDoc="0" locked="0" layoutInCell="1" allowOverlap="1" wp14:anchorId="237CB723" wp14:editId="149BAA12">
            <wp:simplePos x="0" y="0"/>
            <wp:positionH relativeFrom="margin">
              <wp:posOffset>-413468</wp:posOffset>
            </wp:positionH>
            <wp:positionV relativeFrom="paragraph">
              <wp:posOffset>7924</wp:posOffset>
            </wp:positionV>
            <wp:extent cx="233680" cy="233680"/>
            <wp:effectExtent l="0" t="0" r="0" b="0"/>
            <wp:wrapSquare wrapText="bothSides"/>
            <wp:docPr id="2023847650" name="Grafik 2023847650" descr="Benutzer mit einfarbiger Füll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5405599" name="Grafik 1945405599" descr="Benutzer mit einfarbiger Füllu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680" cy="233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bCs/>
        </w:rPr>
        <w:t>A</w:t>
      </w:r>
      <w:r w:rsidRPr="008128D5">
        <w:rPr>
          <w:b/>
          <w:bCs/>
        </w:rPr>
        <w:t xml:space="preserve">ufgabe </w:t>
      </w:r>
      <w:r>
        <w:rPr>
          <w:b/>
          <w:bCs/>
        </w:rPr>
        <w:t>1</w:t>
      </w:r>
      <w:r w:rsidRPr="008128D5">
        <w:rPr>
          <w:b/>
          <w:bCs/>
        </w:rPr>
        <w:t>:</w:t>
      </w:r>
      <w:r>
        <w:t xml:space="preserve"> Überleg</w:t>
      </w:r>
      <w:r>
        <w:t>en Sie</w:t>
      </w:r>
      <w:r>
        <w:t xml:space="preserve"> gemeinsam, zu welchen Aspekten ein Protokoll für die Kommunikation der Rechner im Internet Regeln enthalten sollte.</w:t>
      </w:r>
    </w:p>
    <w:p w14:paraId="5C36D693" w14:textId="77777777" w:rsidR="00660AA5" w:rsidRDefault="00660AA5" w:rsidP="00660AA5">
      <w:pPr>
        <w:pStyle w:val="Listenabsatz"/>
        <w:ind w:left="360"/>
        <w:rPr>
          <w:color w:val="4472C4" w:themeColor="accent1"/>
        </w:rPr>
      </w:pPr>
    </w:p>
    <w:p w14:paraId="3ED2A7C9" w14:textId="77777777" w:rsidR="00660AA5" w:rsidRDefault="00660AA5" w:rsidP="00660AA5">
      <w:pPr>
        <w:pStyle w:val="Listenabsatz"/>
        <w:ind w:left="360"/>
        <w:rPr>
          <w:color w:val="4472C4" w:themeColor="accent1"/>
        </w:rPr>
      </w:pPr>
    </w:p>
    <w:p w14:paraId="327B9074" w14:textId="77777777" w:rsidR="00660AA5" w:rsidRDefault="00660AA5" w:rsidP="00660AA5">
      <w:pPr>
        <w:pStyle w:val="Listenabsatz"/>
        <w:ind w:left="360"/>
        <w:rPr>
          <w:color w:val="4472C4" w:themeColor="accent1"/>
        </w:rPr>
      </w:pPr>
    </w:p>
    <w:p w14:paraId="49618217" w14:textId="77777777" w:rsidR="00660AA5" w:rsidRPr="00660AA5" w:rsidRDefault="00660AA5" w:rsidP="00660AA5">
      <w:pPr>
        <w:pStyle w:val="Listenabsatz"/>
        <w:ind w:left="360"/>
        <w:rPr>
          <w:color w:val="4472C4" w:themeColor="accent1"/>
        </w:rPr>
      </w:pPr>
    </w:p>
    <w:p w14:paraId="3CC87EED" w14:textId="77777777" w:rsidR="00E032F5" w:rsidRDefault="00E032F5"/>
    <w:p w14:paraId="2C6991C3" w14:textId="77777777" w:rsidR="00C84113" w:rsidRDefault="00C84113"/>
    <w:p w14:paraId="31DDF7FE" w14:textId="77777777" w:rsidR="00C84113" w:rsidRDefault="00C84113"/>
    <w:p w14:paraId="5AA35E91" w14:textId="77777777" w:rsidR="00C84113" w:rsidRDefault="00C84113"/>
    <w:p w14:paraId="05D0F7E6" w14:textId="77777777" w:rsidR="00C84113" w:rsidRDefault="00C84113"/>
    <w:p w14:paraId="1C1C514A" w14:textId="77777777" w:rsidR="00C84113" w:rsidRDefault="00C84113"/>
    <w:p w14:paraId="63451BC8" w14:textId="77777777" w:rsidR="00C84113" w:rsidRDefault="00C84113"/>
    <w:p w14:paraId="74276779" w14:textId="77777777" w:rsidR="00C84113" w:rsidRDefault="00C84113"/>
    <w:p w14:paraId="3586455E" w14:textId="77777777" w:rsidR="00C84113" w:rsidRDefault="00C84113"/>
    <w:p w14:paraId="1711CD3B" w14:textId="77777777" w:rsidR="00C84113" w:rsidRDefault="00C84113"/>
    <w:p w14:paraId="59338EEB" w14:textId="77777777" w:rsidR="00C84113" w:rsidRDefault="00C84113"/>
    <w:p w14:paraId="2B4FFE0C" w14:textId="77777777" w:rsidR="00C84113" w:rsidRDefault="00C84113"/>
    <w:p w14:paraId="2B909288" w14:textId="77777777" w:rsidR="00C84113" w:rsidRDefault="00C84113"/>
    <w:p w14:paraId="42515DE8" w14:textId="77777777" w:rsidR="00C84113" w:rsidRDefault="00C84113"/>
    <w:p w14:paraId="10F5BD9D" w14:textId="77777777" w:rsidR="00C84113" w:rsidRDefault="00C84113"/>
    <w:p w14:paraId="183D6BD1" w14:textId="77777777" w:rsidR="00C84113" w:rsidRDefault="00C84113"/>
    <w:p w14:paraId="39A842BA" w14:textId="77777777" w:rsidR="00C84113" w:rsidRDefault="00C84113"/>
    <w:p w14:paraId="3EACA668" w14:textId="77777777" w:rsidR="00C84113" w:rsidRDefault="00C84113"/>
    <w:p w14:paraId="30BF2913" w14:textId="77777777" w:rsidR="00C84113" w:rsidRDefault="00C84113"/>
    <w:p w14:paraId="4351A970" w14:textId="77777777" w:rsidR="00C84113" w:rsidRDefault="00C84113"/>
    <w:p w14:paraId="1664ECBC" w14:textId="77777777" w:rsidR="00C84113" w:rsidRDefault="00C84113"/>
    <w:p w14:paraId="36D2FE60" w14:textId="77777777" w:rsidR="00C84113" w:rsidRDefault="00C84113"/>
    <w:p w14:paraId="6BB64761" w14:textId="77777777" w:rsidR="00C84113" w:rsidRDefault="00C84113" w:rsidP="00C84113">
      <w:r w:rsidRPr="005E1E04">
        <w:t xml:space="preserve">Dieses Werk ist lizenziert unter einer </w:t>
      </w:r>
      <w:hyperlink r:id="rId10" w:history="1">
        <w:r w:rsidRPr="00D17C18">
          <w:rPr>
            <w:rStyle w:val="Hyperlink"/>
            <w:color w:val="4E6B9E"/>
          </w:rPr>
          <w:t>Creative Commons Namensnennung - Nicht-kommerziell - Weitergabe unter gleichen Bedingungen 4.0 International Lizenz</w:t>
        </w:r>
      </w:hyperlink>
      <w:r w:rsidRPr="005E1E04">
        <w:rPr>
          <w:color w:val="4E6B9E"/>
        </w:rPr>
        <w:t>.</w:t>
      </w:r>
      <w:r w:rsidRPr="005E1E04">
        <w:t xml:space="preserve"> </w:t>
      </w:r>
      <w:r>
        <w:t xml:space="preserve">Von der Lizenz ausgenommen ist das </w:t>
      </w:r>
      <w:proofErr w:type="spellStart"/>
      <w:r>
        <w:t>InfSII</w:t>
      </w:r>
      <w:proofErr w:type="spellEnd"/>
      <w:r>
        <w:t>-Logo.</w:t>
      </w:r>
    </w:p>
    <w:p w14:paraId="6AF8B4BC" w14:textId="77777777" w:rsidR="00970575" w:rsidRDefault="00970575"/>
    <w:sectPr w:rsidR="00970575" w:rsidSect="00AA20FA">
      <w:headerReference w:type="default" r:id="rId11"/>
      <w:footerReference w:type="default" r:id="rId12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239F61" w14:textId="77777777" w:rsidR="00AA20FA" w:rsidRDefault="00AA20FA" w:rsidP="006D1346">
      <w:pPr>
        <w:spacing w:after="0" w:line="240" w:lineRule="auto"/>
      </w:pPr>
      <w:r>
        <w:separator/>
      </w:r>
    </w:p>
  </w:endnote>
  <w:endnote w:type="continuationSeparator" w:id="0">
    <w:p w14:paraId="2E9766E7" w14:textId="77777777" w:rsidR="00AA20FA" w:rsidRDefault="00AA20FA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E9D2F4" w14:textId="452E58A4" w:rsidR="004850AB" w:rsidRPr="007E2D0D" w:rsidRDefault="001F622A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10E54A6" wp14:editId="52A4B59F">
          <wp:simplePos x="0" y="0"/>
          <wp:positionH relativeFrom="margin">
            <wp:align>left</wp:align>
          </wp:positionH>
          <wp:positionV relativeFrom="paragraph">
            <wp:posOffset>-116696</wp:posOffset>
          </wp:positionV>
          <wp:extent cx="838200" cy="293370"/>
          <wp:effectExtent l="0" t="0" r="0" b="0"/>
          <wp:wrapSquare wrapText="bothSides"/>
          <wp:docPr id="211" name="Grafik 2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" name="Grafik 2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3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 w:rsidRPr="007E2D0D">
      <w:rPr>
        <w:color w:val="808080" w:themeColor="background1" w:themeShade="80"/>
        <w:sz w:val="20"/>
        <w:szCs w:val="20"/>
      </w:rPr>
      <w:t xml:space="preserve">Ylva Brandt, Stand: </w:t>
    </w:r>
    <w:r w:rsidR="00C84113">
      <w:rPr>
        <w:color w:val="808080" w:themeColor="background1" w:themeShade="80"/>
        <w:sz w:val="20"/>
        <w:szCs w:val="20"/>
      </w:rPr>
      <w:t>Juni</w:t>
    </w:r>
    <w:r w:rsidRPr="007E2D0D">
      <w:rPr>
        <w:color w:val="808080" w:themeColor="background1" w:themeShade="80"/>
        <w:sz w:val="20"/>
        <w:szCs w:val="20"/>
      </w:rPr>
      <w:t xml:space="preserve"> 20</w:t>
    </w:r>
    <w:r w:rsidR="00660AA5">
      <w:rPr>
        <w:color w:val="808080" w:themeColor="background1" w:themeShade="80"/>
        <w:sz w:val="20"/>
        <w:szCs w:val="20"/>
      </w:rPr>
      <w:t>2</w:t>
    </w:r>
    <w:r w:rsidR="00C84113">
      <w:rPr>
        <w:color w:val="808080" w:themeColor="background1" w:themeShade="80"/>
        <w:sz w:val="20"/>
        <w:szCs w:val="20"/>
      </w:rPr>
      <w:t>4</w:t>
    </w:r>
    <w:r w:rsidRPr="007E2D0D">
      <w:rPr>
        <w:color w:val="808080" w:themeColor="background1" w:themeShade="80"/>
        <w:sz w:val="20"/>
        <w:szCs w:val="20"/>
      </w:rPr>
      <w:tab/>
    </w:r>
    <w:r w:rsidRPr="007E2D0D">
      <w:rPr>
        <w:color w:val="808080" w:themeColor="background1" w:themeShade="80"/>
        <w:sz w:val="20"/>
        <w:szCs w:val="20"/>
      </w:rPr>
      <w:fldChar w:fldCharType="begin"/>
    </w:r>
    <w:r w:rsidRPr="007E2D0D">
      <w:rPr>
        <w:color w:val="808080" w:themeColor="background1" w:themeShade="80"/>
        <w:sz w:val="20"/>
        <w:szCs w:val="20"/>
      </w:rPr>
      <w:instrText xml:space="preserve"> PAGE  \* Arabic  \* MERGEFORMAT </w:instrText>
    </w:r>
    <w:r w:rsidRPr="007E2D0D">
      <w:rPr>
        <w:color w:val="808080" w:themeColor="background1" w:themeShade="80"/>
        <w:sz w:val="20"/>
        <w:szCs w:val="20"/>
      </w:rPr>
      <w:fldChar w:fldCharType="separate"/>
    </w:r>
    <w:r w:rsidRPr="007E2D0D">
      <w:rPr>
        <w:noProof/>
        <w:color w:val="808080" w:themeColor="background1" w:themeShade="80"/>
        <w:sz w:val="20"/>
        <w:szCs w:val="20"/>
      </w:rPr>
      <w:t>1</w:t>
    </w:r>
    <w:r w:rsidRPr="007E2D0D">
      <w:rPr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00B1A4" w14:textId="77777777" w:rsidR="00AA20FA" w:rsidRDefault="00AA20FA" w:rsidP="006D1346">
      <w:pPr>
        <w:spacing w:after="0" w:line="240" w:lineRule="auto"/>
      </w:pPr>
      <w:r>
        <w:separator/>
      </w:r>
    </w:p>
  </w:footnote>
  <w:footnote w:type="continuationSeparator" w:id="0">
    <w:p w14:paraId="44A591D8" w14:textId="77777777" w:rsidR="00AA20FA" w:rsidRDefault="00AA20FA" w:rsidP="006D1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C7B1D8" w14:textId="77777777" w:rsidR="004B35A7" w:rsidRDefault="004B35A7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58240" behindDoc="0" locked="0" layoutInCell="1" allowOverlap="1" wp14:anchorId="6DC0E6EE" wp14:editId="1C681C31">
          <wp:simplePos x="0" y="0"/>
          <wp:positionH relativeFrom="margin">
            <wp:align>right</wp:align>
          </wp:positionH>
          <wp:positionV relativeFrom="paragraph">
            <wp:posOffset>7620</wp:posOffset>
          </wp:positionV>
          <wp:extent cx="1069200" cy="763200"/>
          <wp:effectExtent l="0" t="0" r="0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 w:rsidR="00AA432E"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7AD31E1"/>
    <w:multiLevelType w:val="hybridMultilevel"/>
    <w:tmpl w:val="4DB6B046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02671296">
    <w:abstractNumId w:val="14"/>
  </w:num>
  <w:num w:numId="2" w16cid:durableId="878013062">
    <w:abstractNumId w:val="18"/>
  </w:num>
  <w:num w:numId="3" w16cid:durableId="274022642">
    <w:abstractNumId w:val="4"/>
  </w:num>
  <w:num w:numId="4" w16cid:durableId="1326667999">
    <w:abstractNumId w:val="16"/>
  </w:num>
  <w:num w:numId="5" w16cid:durableId="1574002844">
    <w:abstractNumId w:val="21"/>
  </w:num>
  <w:num w:numId="6" w16cid:durableId="1412005836">
    <w:abstractNumId w:val="19"/>
  </w:num>
  <w:num w:numId="7" w16cid:durableId="1686246849">
    <w:abstractNumId w:val="12"/>
  </w:num>
  <w:num w:numId="8" w16cid:durableId="1491672303">
    <w:abstractNumId w:val="10"/>
  </w:num>
  <w:num w:numId="9" w16cid:durableId="1431851959">
    <w:abstractNumId w:val="0"/>
  </w:num>
  <w:num w:numId="10" w16cid:durableId="2122648965">
    <w:abstractNumId w:val="9"/>
  </w:num>
  <w:num w:numId="11" w16cid:durableId="1135635914">
    <w:abstractNumId w:val="2"/>
  </w:num>
  <w:num w:numId="12" w16cid:durableId="1696006361">
    <w:abstractNumId w:val="17"/>
  </w:num>
  <w:num w:numId="13" w16cid:durableId="150950901">
    <w:abstractNumId w:val="1"/>
  </w:num>
  <w:num w:numId="14" w16cid:durableId="1242058584">
    <w:abstractNumId w:val="6"/>
  </w:num>
  <w:num w:numId="15" w16cid:durableId="1327628330">
    <w:abstractNumId w:val="7"/>
  </w:num>
  <w:num w:numId="16" w16cid:durableId="786049978">
    <w:abstractNumId w:val="11"/>
  </w:num>
  <w:num w:numId="17" w16cid:durableId="2112162433">
    <w:abstractNumId w:val="8"/>
  </w:num>
  <w:num w:numId="18" w16cid:durableId="525291736">
    <w:abstractNumId w:val="5"/>
  </w:num>
  <w:num w:numId="19" w16cid:durableId="935095862">
    <w:abstractNumId w:val="3"/>
  </w:num>
  <w:num w:numId="20" w16cid:durableId="346565763">
    <w:abstractNumId w:val="20"/>
  </w:num>
  <w:num w:numId="21" w16cid:durableId="1870874767">
    <w:abstractNumId w:val="13"/>
  </w:num>
  <w:num w:numId="22" w16cid:durableId="115175415">
    <w:abstractNumId w:val="14"/>
    <w:lvlOverride w:ilvl="0">
      <w:startOverride w:val="1"/>
    </w:lvlOverride>
  </w:num>
  <w:num w:numId="23" w16cid:durableId="707415366">
    <w:abstractNumId w:val="14"/>
    <w:lvlOverride w:ilvl="0">
      <w:startOverride w:val="1"/>
    </w:lvlOverride>
  </w:num>
  <w:num w:numId="24" w16cid:durableId="543759902">
    <w:abstractNumId w:val="14"/>
    <w:lvlOverride w:ilvl="0">
      <w:startOverride w:val="1"/>
    </w:lvlOverride>
  </w:num>
  <w:num w:numId="25" w16cid:durableId="313417135">
    <w:abstractNumId w:val="14"/>
    <w:lvlOverride w:ilvl="0">
      <w:startOverride w:val="1"/>
    </w:lvlOverride>
  </w:num>
  <w:num w:numId="26" w16cid:durableId="10468292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113"/>
    <w:rsid w:val="0000775F"/>
    <w:rsid w:val="000127AC"/>
    <w:rsid w:val="00017751"/>
    <w:rsid w:val="00026157"/>
    <w:rsid w:val="00071419"/>
    <w:rsid w:val="00072ED2"/>
    <w:rsid w:val="00087065"/>
    <w:rsid w:val="000A7494"/>
    <w:rsid w:val="00126D3F"/>
    <w:rsid w:val="00186A5F"/>
    <w:rsid w:val="001C2D07"/>
    <w:rsid w:val="001F622A"/>
    <w:rsid w:val="00221D86"/>
    <w:rsid w:val="00244639"/>
    <w:rsid w:val="00264EA1"/>
    <w:rsid w:val="003179DB"/>
    <w:rsid w:val="00330DB0"/>
    <w:rsid w:val="00334221"/>
    <w:rsid w:val="00381B15"/>
    <w:rsid w:val="003906DC"/>
    <w:rsid w:val="003B7431"/>
    <w:rsid w:val="003E4F79"/>
    <w:rsid w:val="003F45B4"/>
    <w:rsid w:val="003F5E3B"/>
    <w:rsid w:val="00412C43"/>
    <w:rsid w:val="00415B86"/>
    <w:rsid w:val="0042385F"/>
    <w:rsid w:val="00445135"/>
    <w:rsid w:val="004850AB"/>
    <w:rsid w:val="00494093"/>
    <w:rsid w:val="004B0D19"/>
    <w:rsid w:val="004B35A7"/>
    <w:rsid w:val="004C259A"/>
    <w:rsid w:val="004F1042"/>
    <w:rsid w:val="00554E24"/>
    <w:rsid w:val="005E301E"/>
    <w:rsid w:val="005E5D30"/>
    <w:rsid w:val="005F6623"/>
    <w:rsid w:val="00600140"/>
    <w:rsid w:val="0063498A"/>
    <w:rsid w:val="006464A2"/>
    <w:rsid w:val="00660AA5"/>
    <w:rsid w:val="00693FB8"/>
    <w:rsid w:val="006B2673"/>
    <w:rsid w:val="006B39C8"/>
    <w:rsid w:val="006D1346"/>
    <w:rsid w:val="006D2CB4"/>
    <w:rsid w:val="006E07FD"/>
    <w:rsid w:val="006F44AA"/>
    <w:rsid w:val="00725A4D"/>
    <w:rsid w:val="0074626D"/>
    <w:rsid w:val="007674A3"/>
    <w:rsid w:val="00767591"/>
    <w:rsid w:val="0078342D"/>
    <w:rsid w:val="00793006"/>
    <w:rsid w:val="007D022E"/>
    <w:rsid w:val="007D72BF"/>
    <w:rsid w:val="007E2D0D"/>
    <w:rsid w:val="00844EA0"/>
    <w:rsid w:val="008508C6"/>
    <w:rsid w:val="00857C67"/>
    <w:rsid w:val="00871052"/>
    <w:rsid w:val="008A360B"/>
    <w:rsid w:val="008A6407"/>
    <w:rsid w:val="008B14DF"/>
    <w:rsid w:val="008F2A39"/>
    <w:rsid w:val="00970575"/>
    <w:rsid w:val="00983AC1"/>
    <w:rsid w:val="009B1F75"/>
    <w:rsid w:val="009E1FF5"/>
    <w:rsid w:val="00A00FBD"/>
    <w:rsid w:val="00A01422"/>
    <w:rsid w:val="00A061E9"/>
    <w:rsid w:val="00A21F57"/>
    <w:rsid w:val="00A36CBF"/>
    <w:rsid w:val="00A43086"/>
    <w:rsid w:val="00AA20FA"/>
    <w:rsid w:val="00AA35A0"/>
    <w:rsid w:val="00AA432E"/>
    <w:rsid w:val="00AC2022"/>
    <w:rsid w:val="00AC5E66"/>
    <w:rsid w:val="00B07884"/>
    <w:rsid w:val="00B45DB5"/>
    <w:rsid w:val="00B65416"/>
    <w:rsid w:val="00B73C44"/>
    <w:rsid w:val="00B7608A"/>
    <w:rsid w:val="00B92DDF"/>
    <w:rsid w:val="00C020BB"/>
    <w:rsid w:val="00C1549E"/>
    <w:rsid w:val="00C26C50"/>
    <w:rsid w:val="00C74D4B"/>
    <w:rsid w:val="00C84113"/>
    <w:rsid w:val="00CA7665"/>
    <w:rsid w:val="00CC05C6"/>
    <w:rsid w:val="00CC6DC4"/>
    <w:rsid w:val="00D01058"/>
    <w:rsid w:val="00D10AC8"/>
    <w:rsid w:val="00D33E38"/>
    <w:rsid w:val="00D72D0B"/>
    <w:rsid w:val="00D775E8"/>
    <w:rsid w:val="00DE3722"/>
    <w:rsid w:val="00DF56A6"/>
    <w:rsid w:val="00E032F5"/>
    <w:rsid w:val="00E10441"/>
    <w:rsid w:val="00E34A08"/>
    <w:rsid w:val="00E36D04"/>
    <w:rsid w:val="00E64B3F"/>
    <w:rsid w:val="00E67B23"/>
    <w:rsid w:val="00E700F0"/>
    <w:rsid w:val="00EB5F95"/>
    <w:rsid w:val="00EC6E4C"/>
    <w:rsid w:val="00EF0090"/>
    <w:rsid w:val="00EF42B2"/>
    <w:rsid w:val="00F04A61"/>
    <w:rsid w:val="00F37CED"/>
    <w:rsid w:val="00F65F18"/>
    <w:rsid w:val="00FC1954"/>
    <w:rsid w:val="00FD78F3"/>
    <w:rsid w:val="00FD7F45"/>
    <w:rsid w:val="00FE54F4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03978C"/>
  <w15:chartTrackingRefBased/>
  <w15:docId w15:val="{2233C3B8-30FD-462E-8579-C9290A239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2D0D"/>
    <w:pPr>
      <w:spacing w:after="60" w:line="276" w:lineRule="auto"/>
    </w:pPr>
  </w:style>
  <w:style w:type="paragraph" w:styleId="berschrift1">
    <w:name w:val="heading 1"/>
    <w:aliases w:val="Überschrift 1_INFSII,Überschrift 1_INFSI"/>
    <w:basedOn w:val="Standard"/>
    <w:next w:val="Standard"/>
    <w:link w:val="berschrift1Zchn"/>
    <w:uiPriority w:val="9"/>
    <w:qFormat/>
    <w:rsid w:val="003B7431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4E6B9E"/>
      <w:sz w:val="32"/>
      <w:szCs w:val="32"/>
    </w:rPr>
  </w:style>
  <w:style w:type="paragraph" w:styleId="berschrift2">
    <w:name w:val="heading 2"/>
    <w:aliases w:val="Überschrift 2;Überschrift 2 INFSII"/>
    <w:basedOn w:val="Standard"/>
    <w:next w:val="Standard"/>
    <w:link w:val="berschrift2Zchn"/>
    <w:uiPriority w:val="9"/>
    <w:unhideWhenUsed/>
    <w:qFormat/>
    <w:rsid w:val="003B7431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4E6B9E"/>
      <w:sz w:val="26"/>
      <w:szCs w:val="26"/>
    </w:rPr>
  </w:style>
  <w:style w:type="paragraph" w:styleId="berschrift3">
    <w:name w:val="heading 3"/>
    <w:aliases w:val="Überschrift 3;Überschrift 3 INFSII"/>
    <w:basedOn w:val="Standard"/>
    <w:next w:val="Standard"/>
    <w:link w:val="berschrift3Zchn"/>
    <w:uiPriority w:val="9"/>
    <w:unhideWhenUsed/>
    <w:qFormat/>
    <w:rsid w:val="003B743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4E6B9E"/>
      <w:sz w:val="24"/>
      <w:szCs w:val="24"/>
    </w:rPr>
  </w:style>
  <w:style w:type="paragraph" w:styleId="berschrift4">
    <w:name w:val="heading 4"/>
    <w:aliases w:val="Überschrift 4 INFSII"/>
    <w:basedOn w:val="Standard"/>
    <w:next w:val="Standard"/>
    <w:link w:val="berschrift4Zchn"/>
    <w:uiPriority w:val="9"/>
    <w:semiHidden/>
    <w:unhideWhenUsed/>
    <w:qFormat/>
    <w:rsid w:val="003B743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E6B9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I Zchn,Überschrift 1_INFSI Zchn"/>
    <w:basedOn w:val="Absatz-Standardschriftart"/>
    <w:link w:val="berschrift1"/>
    <w:uiPriority w:val="9"/>
    <w:rsid w:val="003B7431"/>
    <w:rPr>
      <w:rFonts w:asciiTheme="majorHAnsi" w:eastAsiaTheme="majorEastAsia" w:hAnsiTheme="majorHAnsi" w:cstheme="majorBidi"/>
      <w:b/>
      <w:color w:val="4E6B9E"/>
      <w:sz w:val="32"/>
      <w:szCs w:val="32"/>
    </w:rPr>
  </w:style>
  <w:style w:type="character" w:customStyle="1" w:styleId="berschrift2Zchn">
    <w:name w:val="Überschrift 2 Zchn"/>
    <w:aliases w:val="Überschrift 2;Überschrift 2 INFSII Zchn"/>
    <w:basedOn w:val="Absatz-Standardschriftart"/>
    <w:link w:val="berschrift2"/>
    <w:uiPriority w:val="9"/>
    <w:rsid w:val="003B7431"/>
    <w:rPr>
      <w:rFonts w:asciiTheme="majorHAnsi" w:eastAsiaTheme="majorEastAsia" w:hAnsiTheme="majorHAnsi" w:cstheme="majorBidi"/>
      <w:color w:val="4E6B9E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;Überschrift 3 INFSII Zchn"/>
    <w:basedOn w:val="Absatz-Standardschriftart"/>
    <w:link w:val="berschrift3"/>
    <w:uiPriority w:val="9"/>
    <w:rsid w:val="003B7431"/>
    <w:rPr>
      <w:rFonts w:asciiTheme="majorHAnsi" w:eastAsiaTheme="majorEastAsia" w:hAnsiTheme="majorHAnsi" w:cstheme="majorBidi"/>
      <w:color w:val="4E6B9E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I">
    <w:name w:val="Unterschrift_INFSII"/>
    <w:basedOn w:val="Beschriftung"/>
    <w:link w:val="UnterschriftINFSIIZchn"/>
    <w:qFormat/>
    <w:rsid w:val="003B7431"/>
    <w:rPr>
      <w:color w:val="4E6B9E"/>
    </w:rPr>
  </w:style>
  <w:style w:type="character" w:customStyle="1" w:styleId="berschrift4Zchn">
    <w:name w:val="Überschrift 4 Zchn"/>
    <w:aliases w:val="Überschrift 4 INFSII Zchn"/>
    <w:basedOn w:val="Absatz-Standardschriftart"/>
    <w:link w:val="berschrift4"/>
    <w:uiPriority w:val="9"/>
    <w:semiHidden/>
    <w:rsid w:val="003B7431"/>
    <w:rPr>
      <w:rFonts w:asciiTheme="majorHAnsi" w:eastAsiaTheme="majorEastAsia" w:hAnsiTheme="majorHAnsi" w:cstheme="majorBidi"/>
      <w:i/>
      <w:iCs/>
      <w:color w:val="4E6B9E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IZchn">
    <w:name w:val="Unterschrift_INFSII Zchn"/>
    <w:basedOn w:val="BeschriftungZchn"/>
    <w:link w:val="UnterschriftINFSII"/>
    <w:rsid w:val="003B7431"/>
    <w:rPr>
      <w:i/>
      <w:iCs/>
      <w:color w:val="4E6B9E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4Akzent1">
    <w:name w:val="Grid Table 4 Accent 1"/>
    <w:basedOn w:val="NormaleTabelle"/>
    <w:uiPriority w:val="49"/>
    <w:rsid w:val="003B7431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itternetztabelle5dunkelAkzent1">
    <w:name w:val="Grid Table 5 Dark Accent 1"/>
    <w:basedOn w:val="NormaleTabelle"/>
    <w:uiPriority w:val="50"/>
    <w:rsid w:val="006D2CB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creativecommons.org/licenses/by-nc-sa/4.0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vem\AppData\Roaming\Microsoft\Templates\INFSII_Vorlage_pdf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9B76EB-3E60-4B12-A296-76CCA534D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INFSII_Vorlage_pdf.dotx</Template>
  <TotalTime>0</TotalTime>
  <Pages>1</Pages>
  <Words>110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tovem</dc:creator>
  <cp:keywords/>
  <dc:description/>
  <cp:lastModifiedBy>Brandt, Ylva</cp:lastModifiedBy>
  <cp:revision>1</cp:revision>
  <cp:lastPrinted>2019-07-18T07:41:00Z</cp:lastPrinted>
  <dcterms:created xsi:type="dcterms:W3CDTF">2024-04-30T14:14:00Z</dcterms:created>
  <dcterms:modified xsi:type="dcterms:W3CDTF">2024-04-30T14:17:00Z</dcterms:modified>
</cp:coreProperties>
</file>